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674A2619" w14:textId="77777777" w:rsidR="008B4C0A" w:rsidRDefault="00AB2CEA" w:rsidP="00491366">
          <w:pPr>
            <w:pStyle w:val="En-ttedetabledesmatires"/>
          </w:pPr>
          <w:r>
            <w:rPr>
              <w:rFonts w:ascii="Arial" w:hAnsi="Arial" w:cs="Arial"/>
              <w:noProof/>
              <w:color w:val="000000" w:themeColor="text1"/>
              <w:sz w:val="16"/>
              <w:szCs w:val="16"/>
              <w:lang w:eastAsia="fr-FR"/>
            </w:rPr>
            <w:drawing>
              <wp:anchor distT="0" distB="0" distL="114300" distR="114300" simplePos="0" relativeHeight="251671040" behindDoc="0" locked="0" layoutInCell="1" allowOverlap="1" wp14:anchorId="13A5336E" wp14:editId="43B2D096">
                <wp:simplePos x="0" y="0"/>
                <wp:positionH relativeFrom="column">
                  <wp:posOffset>-609600</wp:posOffset>
                </wp:positionH>
                <wp:positionV relativeFrom="paragraph">
                  <wp:posOffset>-781050</wp:posOffset>
                </wp:positionV>
                <wp:extent cx="2256155" cy="908050"/>
                <wp:effectExtent l="0" t="0" r="0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signatureMail_nouv_chartedessousV2.png"/>
                        <pic:cNvPicPr/>
                      </pic:nvPicPr>
                      <pic:blipFill rotWithShape="1"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5883"/>
                        <a:stretch/>
                      </pic:blipFill>
                      <pic:spPr bwMode="auto">
                        <a:xfrm>
                          <a:off x="0" y="0"/>
                          <a:ext cx="2256155" cy="908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3742660"/>
                    <wp:effectExtent l="19050" t="19050" r="19050" b="1079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3742660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C2689FE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0D888AED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4A465BAC" w14:textId="77777777"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14:paraId="0837AA75" w14:textId="77777777" w:rsidR="00491366" w:rsidRDefault="00491366" w:rsidP="00491366"/>
                              <w:p w14:paraId="5A92FD3B" w14:textId="77777777"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Annexe 1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: Sites concernés par le présent marché et horaires normaux de travail.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294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1C2689FE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0D888AED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4A465BAC" w14:textId="77777777"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14:paraId="0837AA75" w14:textId="77777777" w:rsidR="00491366" w:rsidRDefault="00491366" w:rsidP="00491366"/>
                        <w:p w14:paraId="5A92FD3B" w14:textId="77777777"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Annexe 1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: Sites concernés par le présent marché et horaires normaux de travail.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4099926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0F45230B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6A5E2779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391D3BED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3190CD50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1B214437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6642B6C3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286A4D4E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1124637C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3C093DBA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4991CC75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795D6DB5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1046A45B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011BE43F" w14:textId="77777777" w:rsidR="008B4C0A" w:rsidRDefault="00432FF6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40E08064" wp14:editId="7FAA5F3B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0D492BF" w14:textId="77777777"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0E08064" id="Rectangle 39" o:spid="_x0000_s1027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0D492BF" w14:textId="77777777"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060E78AA" w14:textId="77777777" w:rsidR="00491366" w:rsidRDefault="00491366" w:rsidP="00AB2CEA">
          <w:pPr>
            <w:jc w:val="center"/>
          </w:pPr>
        </w:p>
        <w:p w14:paraId="7437CBF9" w14:textId="77777777" w:rsidR="00491366" w:rsidRDefault="00491366" w:rsidP="00410AFD"/>
        <w:p w14:paraId="1B9914D5" w14:textId="77777777" w:rsidR="00A62094" w:rsidRDefault="00A62094" w:rsidP="00410AFD"/>
        <w:p w14:paraId="5AC0EF24" w14:textId="77777777" w:rsidR="00A62094" w:rsidRDefault="00A62094" w:rsidP="00410AFD"/>
        <w:p w14:paraId="36A32806" w14:textId="77777777" w:rsidR="00A62094" w:rsidRDefault="00A62094" w:rsidP="00410AFD"/>
        <w:p w14:paraId="2C432FE5" w14:textId="77777777" w:rsidR="00A62094" w:rsidRDefault="00A62094" w:rsidP="00410AFD"/>
        <w:p w14:paraId="28912322" w14:textId="77777777" w:rsidR="00A62094" w:rsidRDefault="00A62094" w:rsidP="00410AFD"/>
        <w:p w14:paraId="62FD9901" w14:textId="77777777" w:rsidR="00A62094" w:rsidRDefault="00A62094" w:rsidP="00410AFD"/>
        <w:p w14:paraId="35E3AA68" w14:textId="77777777" w:rsidR="00A62094" w:rsidRDefault="00A62094" w:rsidP="00410AFD"/>
        <w:p w14:paraId="7A0D38F6" w14:textId="77777777" w:rsidR="00A62094" w:rsidRDefault="00A62094">
          <w:pPr>
            <w:jc w:val="left"/>
          </w:pPr>
        </w:p>
        <w:p w14:paraId="684F25C2" w14:textId="77777777" w:rsidR="00491366" w:rsidRDefault="00491366" w:rsidP="00410AFD"/>
        <w:p w14:paraId="5619E4F9" w14:textId="77777777" w:rsidR="00A62094" w:rsidRDefault="00A62094" w:rsidP="00410AFD">
          <w:pPr>
            <w:sectPr w:rsidR="00A62094" w:rsidSect="00302298">
              <w:footerReference w:type="default" r:id="rId13"/>
              <w:headerReference w:type="first" r:id="rId14"/>
              <w:footerReference w:type="first" r:id="rId15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3A71FE39" w14:textId="77777777" w:rsidR="00A62094" w:rsidRDefault="00A62094" w:rsidP="00A62094">
          <w:r>
            <w:lastRenderedPageBreak/>
            <w:t>Les sites sur lesquels le titulaire est tenu d’intervenir sont les suivants :</w:t>
          </w:r>
        </w:p>
        <w:tbl>
          <w:tblPr>
            <w:tblW w:w="14567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3045"/>
            <w:gridCol w:w="1758"/>
            <w:gridCol w:w="3045"/>
            <w:gridCol w:w="3045"/>
            <w:gridCol w:w="3674"/>
          </w:tblGrid>
          <w:tr w:rsidR="00F10353" w:rsidRPr="005526CA" w14:paraId="080509A5" w14:textId="77777777" w:rsidTr="00EA0E3A">
            <w:trPr>
              <w:trHeight w:val="228"/>
            </w:trPr>
            <w:tc>
              <w:tcPr>
                <w:tcW w:w="3045" w:type="dxa"/>
                <w:shd w:val="clear" w:color="auto" w:fill="D9D9D9" w:themeFill="background1" w:themeFillShade="D9"/>
              </w:tcPr>
              <w:p w14:paraId="7F47B82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>Établissement Adresse</w:t>
                </w:r>
              </w:p>
            </w:tc>
            <w:tc>
              <w:tcPr>
                <w:tcW w:w="1758" w:type="dxa"/>
                <w:shd w:val="clear" w:color="auto" w:fill="D9D9D9" w:themeFill="background1" w:themeFillShade="D9"/>
              </w:tcPr>
              <w:p w14:paraId="7D6FB642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>Bénéficiaire</w:t>
                </w:r>
              </w:p>
            </w:tc>
            <w:tc>
              <w:tcPr>
                <w:tcW w:w="3045" w:type="dxa"/>
                <w:shd w:val="clear" w:color="auto" w:fill="D9D9D9" w:themeFill="background1" w:themeFillShade="D9"/>
              </w:tcPr>
              <w:p w14:paraId="41AFEDF3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>Correspondant USID de Toulouse</w:t>
                </w:r>
              </w:p>
            </w:tc>
            <w:tc>
              <w:tcPr>
                <w:tcW w:w="3045" w:type="dxa"/>
                <w:shd w:val="clear" w:color="auto" w:fill="D9D9D9" w:themeFill="background1" w:themeFillShade="D9"/>
              </w:tcPr>
              <w:p w14:paraId="1548536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>Horaires de travail</w:t>
                </w:r>
              </w:p>
            </w:tc>
            <w:tc>
              <w:tcPr>
                <w:tcW w:w="3674" w:type="dxa"/>
                <w:shd w:val="clear" w:color="auto" w:fill="D9D9D9" w:themeFill="background1" w:themeFillShade="D9"/>
              </w:tcPr>
              <w:p w14:paraId="12B36A63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>Conditions d’accès</w:t>
                </w:r>
              </w:p>
            </w:tc>
          </w:tr>
          <w:tr w:rsidR="00F10353" w:rsidRPr="005526CA" w14:paraId="2AB10A6E" w14:textId="77777777" w:rsidTr="00EA0E3A">
            <w:trPr>
              <w:trHeight w:val="511"/>
            </w:trPr>
            <w:tc>
              <w:tcPr>
                <w:tcW w:w="3045" w:type="dxa"/>
                <w:shd w:val="clear" w:color="auto" w:fill="auto"/>
              </w:tcPr>
              <w:p w14:paraId="444FC2D4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Quartier Général NIEL </w:t>
                </w:r>
              </w:p>
              <w:p w14:paraId="42F20839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8 rue place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Montoulieu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5A3237F1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31000 TOULOUSE </w:t>
                </w:r>
              </w:p>
            </w:tc>
            <w:tc>
              <w:tcPr>
                <w:tcW w:w="1758" w:type="dxa"/>
              </w:tcPr>
              <w:p w14:paraId="5398EC18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11ème BP </w:t>
                </w:r>
              </w:p>
            </w:tc>
            <w:tc>
              <w:tcPr>
                <w:tcW w:w="3045" w:type="dxa"/>
              </w:tcPr>
              <w:p w14:paraId="2CA642DD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015FF294" w14:textId="1B658254" w:rsidR="00F10353" w:rsidRPr="005526CA" w:rsidRDefault="00F10353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>Antenne de TOULOUSE</w:t>
                </w:r>
                <w:r w:rsidR="00504788">
                  <w:rPr>
                    <w:rFonts w:cs="Times New Roman"/>
                    <w:color w:val="000000"/>
                  </w:rPr>
                  <w:t xml:space="preserve"> EST BALMA</w:t>
                </w:r>
                <w:r w:rsidRPr="005526CA">
                  <w:rPr>
                    <w:rFonts w:cs="Times New Roman"/>
                    <w:color w:val="000000"/>
                  </w:rPr>
                  <w:t xml:space="preserve"> </w:t>
                </w:r>
              </w:p>
            </w:tc>
            <w:tc>
              <w:tcPr>
                <w:tcW w:w="3045" w:type="dxa"/>
              </w:tcPr>
              <w:p w14:paraId="58E9C685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1B71C359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765FE2E7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</w:tcPr>
              <w:p w14:paraId="5790B340" w14:textId="46741FE1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 w:rsidR="00504788"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6539777D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68A9DD0F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579282CE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5526CA" w14:paraId="07B46102" w14:textId="77777777" w:rsidTr="00EA0E3A">
            <w:trPr>
              <w:trHeight w:val="513"/>
            </w:trPr>
            <w:tc>
              <w:tcPr>
                <w:tcW w:w="3045" w:type="dxa"/>
                <w:shd w:val="clear" w:color="auto" w:fill="auto"/>
              </w:tcPr>
              <w:p w14:paraId="64E9DF85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Ex cité Tournefeuille (partie nord) </w:t>
                </w:r>
              </w:p>
              <w:p w14:paraId="7B30EF0B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10 rue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Roquemaurel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1F4F7142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31000 TOULOUSE </w:t>
                </w:r>
              </w:p>
            </w:tc>
            <w:tc>
              <w:tcPr>
                <w:tcW w:w="1758" w:type="dxa"/>
              </w:tcPr>
              <w:p w14:paraId="45B8B8FC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proofErr w:type="spellStart"/>
                <w:r w:rsidRPr="005526CA">
                  <w:rPr>
                    <w:rFonts w:cs="Times New Roman"/>
                    <w:color w:val="000000"/>
                  </w:rPr>
                  <w:t>DMAé</w:t>
                </w:r>
                <w:proofErr w:type="spellEnd"/>
                <w:r w:rsidRPr="005526CA">
                  <w:rPr>
                    <w:rFonts w:cs="Times New Roman"/>
                    <w:color w:val="000000"/>
                  </w:rPr>
                  <w:t xml:space="preserve"> </w:t>
                </w:r>
              </w:p>
            </w:tc>
            <w:tc>
              <w:tcPr>
                <w:tcW w:w="3045" w:type="dxa"/>
              </w:tcPr>
              <w:p w14:paraId="6348E5E5" w14:textId="77777777" w:rsidR="00504788" w:rsidRPr="00504788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04788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6320A5FE" w14:textId="7EA8737B" w:rsidR="00F10353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04788">
                  <w:rPr>
                    <w:rFonts w:cs="Times New Roman"/>
                    <w:color w:val="000000"/>
                  </w:rPr>
                  <w:t>Antenne de TOULOUSE EST BALMA</w:t>
                </w:r>
              </w:p>
            </w:tc>
            <w:tc>
              <w:tcPr>
                <w:tcW w:w="3045" w:type="dxa"/>
              </w:tcPr>
              <w:p w14:paraId="768CE96C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16E3C082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3A5D00D6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</w:tcPr>
              <w:p w14:paraId="1CF5E1C5" w14:textId="2E78BEB2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1FE2F5BF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60FA562F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7EC932F2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5526CA" w14:paraId="676E872A" w14:textId="77777777" w:rsidTr="00EA0E3A">
            <w:trPr>
              <w:trHeight w:val="511"/>
            </w:trPr>
            <w:tc>
              <w:tcPr>
                <w:tcW w:w="3045" w:type="dxa"/>
                <w:shd w:val="clear" w:color="auto" w:fill="auto"/>
              </w:tcPr>
              <w:p w14:paraId="2DFA3D34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Caserne Pérignon Terre </w:t>
                </w:r>
              </w:p>
              <w:p w14:paraId="740AC58F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2 rue Pérignon </w:t>
                </w:r>
              </w:p>
              <w:p w14:paraId="5C49FEB3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31000 TOULOUSE </w:t>
                </w:r>
              </w:p>
            </w:tc>
            <w:tc>
              <w:tcPr>
                <w:tcW w:w="1758" w:type="dxa"/>
              </w:tcPr>
              <w:p w14:paraId="1DBD0DB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CIRISI </w:t>
                </w:r>
              </w:p>
            </w:tc>
            <w:tc>
              <w:tcPr>
                <w:tcW w:w="3045" w:type="dxa"/>
              </w:tcPr>
              <w:p w14:paraId="08324CBF" w14:textId="77777777" w:rsidR="00504788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6E973809" w14:textId="0CB6E1E7" w:rsidR="00F10353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>Antenne de TOULOUSE</w:t>
                </w:r>
                <w:r>
                  <w:rPr>
                    <w:rFonts w:cs="Times New Roman"/>
                    <w:color w:val="000000"/>
                  </w:rPr>
                  <w:t xml:space="preserve"> EST BALMA</w:t>
                </w:r>
              </w:p>
            </w:tc>
            <w:tc>
              <w:tcPr>
                <w:tcW w:w="3045" w:type="dxa"/>
              </w:tcPr>
              <w:p w14:paraId="3A4D929A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4CFDF5FC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45D2AECC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</w:tcPr>
              <w:p w14:paraId="3E889151" w14:textId="35A48E61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183B95AA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40E947F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5079B055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5526CA" w14:paraId="1832B735" w14:textId="77777777" w:rsidTr="00EA0E3A">
            <w:trPr>
              <w:trHeight w:val="512"/>
            </w:trPr>
            <w:tc>
              <w:tcPr>
                <w:tcW w:w="3045" w:type="dxa"/>
                <w:shd w:val="clear" w:color="auto" w:fill="auto"/>
              </w:tcPr>
              <w:p w14:paraId="164451BE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Caserne Pérignon Air </w:t>
                </w:r>
              </w:p>
              <w:p w14:paraId="5600A6AF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1 rue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Marancin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72077E68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31000 Toulouse </w:t>
                </w:r>
              </w:p>
            </w:tc>
            <w:tc>
              <w:tcPr>
                <w:tcW w:w="1758" w:type="dxa"/>
              </w:tcPr>
              <w:p w14:paraId="24895F22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GSBDD </w:t>
                </w:r>
              </w:p>
            </w:tc>
            <w:tc>
              <w:tcPr>
                <w:tcW w:w="3045" w:type="dxa"/>
              </w:tcPr>
              <w:p w14:paraId="138F281D" w14:textId="77777777" w:rsidR="00504788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132B1104" w14:textId="76029522" w:rsidR="00F10353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>Antenne de TOULOUSE</w:t>
                </w:r>
                <w:r>
                  <w:rPr>
                    <w:rFonts w:cs="Times New Roman"/>
                    <w:color w:val="000000"/>
                  </w:rPr>
                  <w:t xml:space="preserve"> EST BALMA</w:t>
                </w:r>
              </w:p>
            </w:tc>
            <w:tc>
              <w:tcPr>
                <w:tcW w:w="3045" w:type="dxa"/>
              </w:tcPr>
              <w:p w14:paraId="763879ED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6FAA712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78C2FEE3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</w:tcPr>
              <w:p w14:paraId="6BB94D10" w14:textId="0E518D63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3ECE4FBB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0BD58896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19E5993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5526CA" w14:paraId="613B3CD9" w14:textId="77777777" w:rsidTr="00EA0E3A">
            <w:trPr>
              <w:trHeight w:val="511"/>
            </w:trPr>
            <w:tc>
              <w:tcPr>
                <w:tcW w:w="3045" w:type="dxa"/>
                <w:shd w:val="clear" w:color="auto" w:fill="auto"/>
              </w:tcPr>
              <w:p w14:paraId="6CAB2DE4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Quartier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Pradère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7E0C6229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1 chemin de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Gabardie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3C1EB31C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31000 TOULOUSE </w:t>
                </w:r>
              </w:p>
            </w:tc>
            <w:tc>
              <w:tcPr>
                <w:tcW w:w="1758" w:type="dxa"/>
              </w:tcPr>
              <w:p w14:paraId="00CA0886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>14</w:t>
                </w:r>
                <w:r w:rsidRPr="005526CA">
                  <w:rPr>
                    <w:rFonts w:cs="Times New Roman"/>
                    <w:color w:val="000000"/>
                    <w:sz w:val="14"/>
                    <w:szCs w:val="14"/>
                  </w:rPr>
                  <w:t xml:space="preserve">ème </w:t>
                </w:r>
                <w:r w:rsidRPr="005526CA">
                  <w:rPr>
                    <w:rFonts w:cs="Times New Roman"/>
                    <w:color w:val="000000"/>
                  </w:rPr>
                  <w:t xml:space="preserve">RISLP </w:t>
                </w:r>
              </w:p>
            </w:tc>
            <w:tc>
              <w:tcPr>
                <w:tcW w:w="3045" w:type="dxa"/>
              </w:tcPr>
              <w:p w14:paraId="50BFE618" w14:textId="77777777" w:rsidR="00504788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1441C88A" w14:textId="6CEB0D4B" w:rsidR="00F10353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>Antenne de TOULOUSE</w:t>
                </w:r>
                <w:r>
                  <w:rPr>
                    <w:rFonts w:cs="Times New Roman"/>
                    <w:color w:val="000000"/>
                  </w:rPr>
                  <w:t xml:space="preserve"> EST BALMA</w:t>
                </w:r>
              </w:p>
            </w:tc>
            <w:tc>
              <w:tcPr>
                <w:tcW w:w="3045" w:type="dxa"/>
              </w:tcPr>
              <w:p w14:paraId="3AB721BC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1E960DB4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7D987526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</w:tcPr>
              <w:p w14:paraId="5CD32CF0" w14:textId="2F282B26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2C6FD006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588C520A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1A343E00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5526CA" w14:paraId="6A026DDC" w14:textId="77777777" w:rsidTr="00EA0E3A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89A292C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Casernement Balma Ballon </w:t>
                </w:r>
              </w:p>
              <w:p w14:paraId="0D2A5CBF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4 avenue Victor Hugo </w:t>
                </w:r>
              </w:p>
              <w:p w14:paraId="2D34C41C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31130 BALMA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542CE7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11ème BP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B65FFD" w14:textId="77777777" w:rsidR="00504788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00568C1D" w14:textId="7D8D4B51" w:rsidR="00F10353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>Antenne de TOULOUSE</w:t>
                </w:r>
                <w:r>
                  <w:rPr>
                    <w:rFonts w:cs="Times New Roman"/>
                    <w:color w:val="000000"/>
                  </w:rPr>
                  <w:t xml:space="preserve"> EST BALMA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49EFF5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16873F0F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5D8AD50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1A805B" w14:textId="72AD860E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3DBAEBD0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46F572B6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513E9C63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5526CA" w14:paraId="1BAE2DD8" w14:textId="77777777" w:rsidTr="00EA0E3A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A3D8056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jc w:val="left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Site de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Roquemaurel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24716745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18 rue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Roquemaurel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2D9377A4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31000 TOULOUSE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61A38D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GSBDD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BC0CD9" w14:textId="77777777" w:rsidR="00504788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2FCCE4FE" w14:textId="7345B63F" w:rsidR="00F10353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>Antenne de TOULOUSE</w:t>
                </w:r>
                <w:r>
                  <w:rPr>
                    <w:rFonts w:cs="Times New Roman"/>
                    <w:color w:val="000000"/>
                  </w:rPr>
                  <w:t xml:space="preserve"> EST BALMA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79C082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73DB2C1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3A367725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85A0BB" w14:textId="4962C280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5F73FB0D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7F7308BF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7B237E38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5526CA" w14:paraId="41E9A995" w14:textId="77777777" w:rsidTr="00F10353">
            <w:trPr>
              <w:trHeight w:val="184"/>
            </w:trPr>
            <w:tc>
              <w:tcPr>
                <w:tcW w:w="14567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45C3EFF" w14:textId="65FFCCE4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</w:p>
            </w:tc>
          </w:tr>
          <w:tr w:rsidR="00F10353" w:rsidRPr="005526CA" w14:paraId="70D07C6B" w14:textId="77777777" w:rsidTr="00EA0E3A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E989B84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Caserne Teyssier </w:t>
                </w:r>
              </w:p>
              <w:p w14:paraId="7F92DE95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Rue Madeleine </w:t>
                </w:r>
              </w:p>
              <w:p w14:paraId="4071ECD8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81000 ALBI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97F7E7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DMD 81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1581D2" w14:textId="77777777" w:rsidR="00504788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10A68CCE" w14:textId="5AA1B2AC" w:rsidR="00F10353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Antenne </w:t>
                </w:r>
                <w:r>
                  <w:rPr>
                    <w:rFonts w:cs="Times New Roman"/>
                    <w:color w:val="000000"/>
                  </w:rPr>
                  <w:t>de CASTRES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7482B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70C6A18E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0F30BBF3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A71A63" w14:textId="28E9BD83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34AC4240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4F765582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09BB4847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A209EC" w14:paraId="7714CF77" w14:textId="77777777" w:rsidTr="00EA0E3A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94210A8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lastRenderedPageBreak/>
                  <w:t xml:space="preserve">Quartier Fayolle </w:t>
                </w:r>
              </w:p>
              <w:p w14:paraId="4685B334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Avenue Lieutenant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Desplats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1238B83F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81100 CASTRES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010103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8ème RPIMA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90857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6D5C001D" w14:textId="44DE7250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Antenne de CASTRES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D3DFC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48BFEAA7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0599D71F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DE7A8D" w14:textId="78C4DDF4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67107F90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7EFA9964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6EDB889D" w14:textId="77777777" w:rsidR="00F10353" w:rsidRPr="00A209EC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b/>
                    <w:color w:val="000000"/>
                  </w:rPr>
                </w:pPr>
                <w:r w:rsidRPr="00A209EC">
                  <w:rPr>
                    <w:rFonts w:cs="Times New Roman"/>
                    <w:b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A209EC" w14:paraId="4E480EDE" w14:textId="77777777" w:rsidTr="00EA0E3A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467FFBD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Champ de manœuvre de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Lardaillé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54CAEB12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Rue Ernest Barthe </w:t>
                </w:r>
              </w:p>
              <w:p w14:paraId="07A903A9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81100 CASTRES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FE100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8ème RPIMA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B8FD9C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2DE61E44" w14:textId="251F5105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Antenne de CASTRES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3F350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2E3A3162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0985570B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68FDB0" w14:textId="617D457E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65D927B8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56D5B56E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5F9E12E7" w14:textId="77777777" w:rsidR="00F10353" w:rsidRPr="00A209EC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b/>
                    <w:color w:val="000000"/>
                  </w:rPr>
                </w:pPr>
                <w:r w:rsidRPr="00A209EC">
                  <w:rPr>
                    <w:rFonts w:cs="Times New Roman"/>
                    <w:b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A209EC" w14:paraId="269BEB85" w14:textId="77777777" w:rsidTr="00EA0E3A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D6F4A84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Hotel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Beaudecourt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718A8B0F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1 rue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Beaudecourt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6B05A7DF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81100 CASTRES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0605BB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GSBDD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16AA2E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658B78FB" w14:textId="090D42D0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Antenne de CASTRES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AD1FF5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36AFCDA0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117041E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C048C" w14:textId="2E4C0E1D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6E671DFD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04F6566B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795E02BC" w14:textId="77777777" w:rsidR="00F10353" w:rsidRPr="00A209EC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b/>
                    <w:color w:val="000000"/>
                  </w:rPr>
                </w:pPr>
                <w:r w:rsidRPr="00A209EC">
                  <w:rPr>
                    <w:rFonts w:cs="Times New Roman"/>
                    <w:b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A209EC" w14:paraId="53D18B34" w14:textId="77777777" w:rsidTr="00EA0E3A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6A725A8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ETAMAT Muret GT1 </w:t>
                </w:r>
              </w:p>
              <w:p w14:paraId="155C7DCB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Lieu-dit camp du Causse </w:t>
                </w:r>
              </w:p>
              <w:p w14:paraId="18528D78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81090 LAGARRIGUE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09FB54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8ème RPIMA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FB8AF9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240F5AE9" w14:textId="61D25639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Antenne </w:t>
                </w:r>
                <w:r w:rsidR="00504788">
                  <w:rPr>
                    <w:rFonts w:cs="Times New Roman"/>
                    <w:color w:val="000000"/>
                  </w:rPr>
                  <w:t>d</w:t>
                </w:r>
                <w:r w:rsidRPr="005526CA">
                  <w:rPr>
                    <w:rFonts w:cs="Times New Roman"/>
                    <w:color w:val="000000"/>
                  </w:rPr>
                  <w:t xml:space="preserve">e CASTRES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1F580F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59823939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73DA309F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8839B4" w14:textId="6D01DD01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491A5E45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139F5988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633A6F6D" w14:textId="77777777" w:rsidR="00F10353" w:rsidRPr="00A209EC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b/>
                    <w:color w:val="000000"/>
                  </w:rPr>
                </w:pPr>
                <w:r w:rsidRPr="00A209EC">
                  <w:rPr>
                    <w:rFonts w:cs="Times New Roman"/>
                    <w:b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A209EC" w14:paraId="4D63BEAA" w14:textId="77777777" w:rsidTr="00EA0E3A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8D6253B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>Champ de tir du Causse</w:t>
                </w:r>
              </w:p>
              <w:p w14:paraId="3A5F0C05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>Lieu-dit camp du Causse 81090 LAGARRIGUE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5CEF82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A209EC">
                  <w:rPr>
                    <w:rFonts w:cs="Times New Roman"/>
                    <w:color w:val="000000"/>
                  </w:rPr>
                  <w:t>8ème RPIMA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5D4A4E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00F88AC0" w14:textId="28363E0D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Antenne de CASTRES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EF974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578A7899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76415EAB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D9C533" w14:textId="3BE502BB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716F11C3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4D0956AE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7A4F4054" w14:textId="77777777" w:rsidR="00F10353" w:rsidRPr="00A209EC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b/>
                    <w:color w:val="000000"/>
                  </w:rPr>
                </w:pPr>
                <w:r w:rsidRPr="00A209EC">
                  <w:rPr>
                    <w:rFonts w:cs="Times New Roman"/>
                    <w:b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A209EC" w14:paraId="5D3DC347" w14:textId="77777777" w:rsidTr="00EA0E3A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6966C2F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Station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tropospherique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à Puech de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Rascas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53C0F42E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Lieu-dit Puech de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Rascas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2C646FE4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81230 LACAUNE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2535E0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DIRISI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90A71E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42681472" w14:textId="3D9326F1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Antenne de CASTRES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E53E7E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4E9B42E3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3561D382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FC024A" w14:textId="219F9004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52F07F1D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6F495825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6BC770C2" w14:textId="77777777" w:rsidR="00F10353" w:rsidRPr="00A209EC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b/>
                    <w:color w:val="000000"/>
                  </w:rPr>
                </w:pPr>
                <w:r w:rsidRPr="00A209EC">
                  <w:rPr>
                    <w:rFonts w:cs="Times New Roman"/>
                    <w:b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A209EC" w14:paraId="5AAEA8E7" w14:textId="77777777" w:rsidTr="00EA0E3A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5795DED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Station pic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Montgrand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– Lacaune </w:t>
                </w:r>
              </w:p>
              <w:p w14:paraId="3C150C7D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Lieu-dit Pic de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Montgrand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0E8CE484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81230 LACAUNE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274BE8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DIRISI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97E6B6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627AAF61" w14:textId="15D8D7E4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Antenne de CASTRES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A6FF39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7C99DF28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3612FD3D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89E2CE" w14:textId="10B9308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71CEC3E9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243EC200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16A53353" w14:textId="77777777" w:rsidR="00F10353" w:rsidRPr="00A209EC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b/>
                    <w:color w:val="000000"/>
                  </w:rPr>
                </w:pPr>
                <w:r w:rsidRPr="00A209EC">
                  <w:rPr>
                    <w:rFonts w:cs="Times New Roman"/>
                    <w:b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A209EC" w14:paraId="05BB5EEA" w14:textId="77777777" w:rsidTr="00EA0E3A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9929722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Garage-station </w:t>
                </w:r>
                <w:proofErr w:type="spellStart"/>
                <w:proofErr w:type="gramStart"/>
                <w:r w:rsidRPr="00943AA1">
                  <w:rPr>
                    <w:rFonts w:cs="Times New Roman"/>
                    <w:color w:val="000000"/>
                  </w:rPr>
                  <w:t>tropos.Puech</w:t>
                </w:r>
                <w:proofErr w:type="spellEnd"/>
                <w:proofErr w:type="gramEnd"/>
                <w:r w:rsidRPr="00943AA1">
                  <w:rPr>
                    <w:rFonts w:cs="Times New Roman"/>
                    <w:color w:val="000000"/>
                  </w:rPr>
                  <w:t xml:space="preserve"> de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Rascas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07BCDECD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Lieu-dit les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Vidals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73BC243A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81230 LACAUNE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6C966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DIRISI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28F923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5AEA9E90" w14:textId="47B65C6D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Antenne de CASTRES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1D4E6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0DE16C8D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1C0E0D67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24FA63" w14:textId="0216FEF2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3FA69D3A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75EA9E2C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44C2F199" w14:textId="77777777" w:rsidR="00F10353" w:rsidRPr="00A209EC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b/>
                    <w:color w:val="000000"/>
                  </w:rPr>
                </w:pPr>
                <w:r w:rsidRPr="00A209EC">
                  <w:rPr>
                    <w:rFonts w:cs="Times New Roman"/>
                    <w:b/>
                    <w:color w:val="000000"/>
                  </w:rPr>
                  <w:t xml:space="preserve">Prévenir le correspondant USID </w:t>
                </w:r>
              </w:p>
            </w:tc>
          </w:tr>
          <w:tr w:rsidR="00504788" w:rsidRPr="00A209EC" w14:paraId="77525970" w14:textId="77777777" w:rsidTr="00504788">
            <w:trPr>
              <w:trHeight w:val="198"/>
            </w:trPr>
            <w:tc>
              <w:tcPr>
                <w:tcW w:w="14567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A284E57" w14:textId="77777777" w:rsidR="00504788" w:rsidRPr="005526CA" w:rsidRDefault="00504788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</w:p>
            </w:tc>
          </w:tr>
          <w:tr w:rsidR="00F10353" w:rsidRPr="005526CA" w14:paraId="2BE8433A" w14:textId="77777777" w:rsidTr="00EA0E3A">
            <w:trPr>
              <w:trHeight w:val="571"/>
            </w:trPr>
            <w:tc>
              <w:tcPr>
                <w:tcW w:w="3045" w:type="dxa"/>
                <w:shd w:val="clear" w:color="auto" w:fill="auto"/>
              </w:tcPr>
              <w:p w14:paraId="3F8A1E19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jc w:val="left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Quartier commandant Joseph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Montalègre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30B184E8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jc w:val="left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1 rue de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Marclan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25448F0D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jc w:val="left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31600 MURET </w:t>
                </w:r>
              </w:p>
            </w:tc>
            <w:tc>
              <w:tcPr>
                <w:tcW w:w="1758" w:type="dxa"/>
              </w:tcPr>
              <w:p w14:paraId="5230A63C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>3</w:t>
                </w:r>
                <w:r w:rsidRPr="005526CA">
                  <w:rPr>
                    <w:rFonts w:cs="Times New Roman"/>
                    <w:color w:val="000000"/>
                    <w:sz w:val="14"/>
                    <w:szCs w:val="14"/>
                  </w:rPr>
                  <w:t xml:space="preserve">ème </w:t>
                </w:r>
                <w:r w:rsidRPr="005526CA">
                  <w:rPr>
                    <w:rFonts w:cs="Times New Roman"/>
                    <w:color w:val="000000"/>
                  </w:rPr>
                  <w:t xml:space="preserve">RMAT </w:t>
                </w:r>
              </w:p>
            </w:tc>
            <w:tc>
              <w:tcPr>
                <w:tcW w:w="3045" w:type="dxa"/>
              </w:tcPr>
              <w:p w14:paraId="2F6634B3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7F0075E3" w14:textId="4C6ACB76" w:rsidR="00F10353" w:rsidRPr="005526CA" w:rsidRDefault="00F10353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Antenne </w:t>
                </w:r>
                <w:r w:rsidR="00504788">
                  <w:rPr>
                    <w:rFonts w:cs="Times New Roman"/>
                    <w:color w:val="000000"/>
                  </w:rPr>
                  <w:t>de TOULOUSE OUEST MURET</w:t>
                </w:r>
                <w:r w:rsidRPr="005526CA">
                  <w:rPr>
                    <w:rFonts w:cs="Times New Roman"/>
                    <w:color w:val="000000"/>
                  </w:rPr>
                  <w:t xml:space="preserve"> </w:t>
                </w:r>
              </w:p>
            </w:tc>
            <w:tc>
              <w:tcPr>
                <w:tcW w:w="3045" w:type="dxa"/>
              </w:tcPr>
              <w:p w14:paraId="4FB794E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50D748B0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6E0C76AE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</w:tcPr>
              <w:p w14:paraId="6F31DCE1" w14:textId="5D80E554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66F3A4B0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2C01E50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5FBB34DF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5526CA" w14:paraId="371C24D4" w14:textId="77777777" w:rsidTr="00EA0E3A">
            <w:trPr>
              <w:trHeight w:val="571"/>
            </w:trPr>
            <w:tc>
              <w:tcPr>
                <w:tcW w:w="3045" w:type="dxa"/>
                <w:shd w:val="clear" w:color="auto" w:fill="auto"/>
              </w:tcPr>
              <w:p w14:paraId="0867D759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lastRenderedPageBreak/>
                  <w:t xml:space="preserve">Quartier Colonel Edme </w:t>
                </w:r>
              </w:p>
              <w:p w14:paraId="12BD2B8E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Route de Seysses </w:t>
                </w:r>
              </w:p>
              <w:p w14:paraId="7E3C9F3A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31000 TOULOUSE </w:t>
                </w:r>
              </w:p>
            </w:tc>
            <w:tc>
              <w:tcPr>
                <w:tcW w:w="1758" w:type="dxa"/>
              </w:tcPr>
              <w:p w14:paraId="76B5808F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1er RTP </w:t>
                </w:r>
              </w:p>
            </w:tc>
            <w:tc>
              <w:tcPr>
                <w:tcW w:w="3045" w:type="dxa"/>
              </w:tcPr>
              <w:p w14:paraId="6336E206" w14:textId="77777777" w:rsidR="00504788" w:rsidRPr="00504788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04788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447D3BD9" w14:textId="4B89EFBF" w:rsidR="00F10353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04788">
                  <w:rPr>
                    <w:rFonts w:cs="Times New Roman"/>
                    <w:color w:val="000000"/>
                  </w:rPr>
                  <w:t>Antenne de TOULOUSE OUEST MURET</w:t>
                </w:r>
              </w:p>
            </w:tc>
            <w:tc>
              <w:tcPr>
                <w:tcW w:w="3045" w:type="dxa"/>
              </w:tcPr>
              <w:p w14:paraId="136DDBFC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789D1874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3DC0060A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</w:tcPr>
              <w:p w14:paraId="0AB476B1" w14:textId="29D51F5E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483A1B99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7841985E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077F3B8C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5526CA" w14:paraId="0F6B2FB6" w14:textId="77777777" w:rsidTr="00EA0E3A">
            <w:trPr>
              <w:trHeight w:val="571"/>
            </w:trPr>
            <w:tc>
              <w:tcPr>
                <w:tcW w:w="3045" w:type="dxa"/>
                <w:shd w:val="clear" w:color="auto" w:fill="auto"/>
              </w:tcPr>
              <w:p w14:paraId="4DBDB0FB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jc w:val="left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Station hertzienne N 7 - Le Grès </w:t>
                </w:r>
              </w:p>
              <w:p w14:paraId="013B7078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Lieu-dit La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Gladère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6056528E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31480 LE GRES </w:t>
                </w:r>
              </w:p>
            </w:tc>
            <w:tc>
              <w:tcPr>
                <w:tcW w:w="1758" w:type="dxa"/>
              </w:tcPr>
              <w:p w14:paraId="6AA9FCCF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DISIRI / AA </w:t>
                </w:r>
              </w:p>
            </w:tc>
            <w:tc>
              <w:tcPr>
                <w:tcW w:w="3045" w:type="dxa"/>
              </w:tcPr>
              <w:p w14:paraId="2366E4FA" w14:textId="77777777" w:rsidR="00504788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40E8A14E" w14:textId="3D6B1F6A" w:rsidR="00F10353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Antenne </w:t>
                </w:r>
                <w:r>
                  <w:rPr>
                    <w:rFonts w:cs="Times New Roman"/>
                    <w:color w:val="000000"/>
                  </w:rPr>
                  <w:t>de TOULOUSE OUEST MURET</w:t>
                </w:r>
              </w:p>
            </w:tc>
            <w:tc>
              <w:tcPr>
                <w:tcW w:w="3045" w:type="dxa"/>
              </w:tcPr>
              <w:p w14:paraId="3780F50B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69457A50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29724EAB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</w:tcPr>
              <w:p w14:paraId="2140B669" w14:textId="4326F72C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4AA2AE24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5DFF664E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2A04A643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5526CA" w14:paraId="30B47932" w14:textId="77777777" w:rsidTr="00EA0E3A">
            <w:trPr>
              <w:trHeight w:val="572"/>
            </w:trPr>
            <w:tc>
              <w:tcPr>
                <w:tcW w:w="3045" w:type="dxa"/>
                <w:shd w:val="clear" w:color="auto" w:fill="auto"/>
              </w:tcPr>
              <w:p w14:paraId="1E1204A7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CISMF </w:t>
                </w:r>
              </w:p>
              <w:p w14:paraId="3449429A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42 avenue Gaspard Coriolis </w:t>
                </w:r>
              </w:p>
              <w:p w14:paraId="798CCFCE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31000 TOULOUSE </w:t>
                </w:r>
              </w:p>
            </w:tc>
            <w:tc>
              <w:tcPr>
                <w:tcW w:w="1758" w:type="dxa"/>
              </w:tcPr>
              <w:p w14:paraId="2A0D0514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CISMF </w:t>
                </w:r>
              </w:p>
            </w:tc>
            <w:tc>
              <w:tcPr>
                <w:tcW w:w="3045" w:type="dxa"/>
              </w:tcPr>
              <w:p w14:paraId="3D7014EC" w14:textId="77777777" w:rsidR="00504788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224F4962" w14:textId="0FDF72BC" w:rsidR="00F10353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Antenne </w:t>
                </w:r>
                <w:r>
                  <w:rPr>
                    <w:rFonts w:cs="Times New Roman"/>
                    <w:color w:val="000000"/>
                  </w:rPr>
                  <w:t>de TOULOUSE OUEST MURET</w:t>
                </w:r>
              </w:p>
            </w:tc>
            <w:tc>
              <w:tcPr>
                <w:tcW w:w="3045" w:type="dxa"/>
              </w:tcPr>
              <w:p w14:paraId="56BF067F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7969246E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51A7782F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</w:tcPr>
              <w:p w14:paraId="20BA9664" w14:textId="18AB06B6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312842B6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7094056C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79A1011C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5526CA" w14:paraId="4E25FD19" w14:textId="77777777" w:rsidTr="00EA0E3A">
            <w:trPr>
              <w:trHeight w:val="571"/>
            </w:trPr>
            <w:tc>
              <w:tcPr>
                <w:tcW w:w="3045" w:type="dxa"/>
                <w:shd w:val="clear" w:color="auto" w:fill="auto"/>
              </w:tcPr>
              <w:p w14:paraId="169A4DE8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Caserne Lannes </w:t>
                </w:r>
              </w:p>
              <w:p w14:paraId="38AB6F7C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Rue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Géneral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De Gaulle </w:t>
                </w:r>
              </w:p>
              <w:p w14:paraId="23E0B659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32000 AUCH </w:t>
                </w:r>
              </w:p>
            </w:tc>
            <w:tc>
              <w:tcPr>
                <w:tcW w:w="1758" w:type="dxa"/>
              </w:tcPr>
              <w:p w14:paraId="7EC0470D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DMD 32 </w:t>
                </w:r>
              </w:p>
            </w:tc>
            <w:tc>
              <w:tcPr>
                <w:tcW w:w="3045" w:type="dxa"/>
              </w:tcPr>
              <w:p w14:paraId="39CCCE41" w14:textId="77777777" w:rsidR="00504788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173B1DE3" w14:textId="01115DF2" w:rsidR="00F10353" w:rsidRPr="005526CA" w:rsidRDefault="00504788" w:rsidP="00504788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Antenne </w:t>
                </w:r>
                <w:r>
                  <w:rPr>
                    <w:rFonts w:cs="Times New Roman"/>
                    <w:color w:val="000000"/>
                  </w:rPr>
                  <w:t>de TOULOUSE OUEST MURET</w:t>
                </w:r>
              </w:p>
            </w:tc>
            <w:tc>
              <w:tcPr>
                <w:tcW w:w="3045" w:type="dxa"/>
              </w:tcPr>
              <w:p w14:paraId="51F63F1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6EDE5274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620E1FD4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</w:tcPr>
              <w:p w14:paraId="52E7F33D" w14:textId="02C50A5C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276B423B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58D88775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05D16BEC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943AA1" w14:paraId="118F2A78" w14:textId="77777777" w:rsidTr="007144AF">
            <w:trPr>
              <w:trHeight w:val="156"/>
            </w:trPr>
            <w:tc>
              <w:tcPr>
                <w:tcW w:w="14567" w:type="dxa"/>
                <w:gridSpan w:val="5"/>
                <w:shd w:val="clear" w:color="auto" w:fill="auto"/>
              </w:tcPr>
              <w:p w14:paraId="226B830C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</w:p>
            </w:tc>
          </w:tr>
          <w:tr w:rsidR="00F10353" w:rsidRPr="005526CA" w14:paraId="42D138E3" w14:textId="77777777" w:rsidTr="00EA0E3A">
            <w:trPr>
              <w:trHeight w:val="571"/>
            </w:trPr>
            <w:tc>
              <w:tcPr>
                <w:tcW w:w="3045" w:type="dxa"/>
                <w:shd w:val="clear" w:color="auto" w:fill="auto"/>
              </w:tcPr>
              <w:p w14:paraId="3C5CFF88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Quartier Capitaine Beaumont </w:t>
                </w:r>
              </w:p>
              <w:p w14:paraId="56C3D840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Lieu-dit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Delpla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- RTE de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Calmont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- D29 </w:t>
                </w:r>
              </w:p>
              <w:p w14:paraId="324BF2E8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09100 PAMIERS </w:t>
                </w:r>
              </w:p>
            </w:tc>
            <w:tc>
              <w:tcPr>
                <w:tcW w:w="1758" w:type="dxa"/>
              </w:tcPr>
              <w:p w14:paraId="26B27816" w14:textId="7F5E176E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>1er R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</w:t>
                </w:r>
              </w:p>
            </w:tc>
            <w:tc>
              <w:tcPr>
                <w:tcW w:w="3045" w:type="dxa"/>
              </w:tcPr>
              <w:p w14:paraId="27B5BA9C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01C4CB9E" w14:textId="5754AA2E" w:rsidR="00F10353" w:rsidRPr="005526CA" w:rsidRDefault="00504788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>
                  <w:rPr>
                    <w:rFonts w:cs="Times New Roman"/>
                    <w:color w:val="000000"/>
                  </w:rPr>
                  <w:t xml:space="preserve">Antenne </w:t>
                </w:r>
                <w:r w:rsidR="00F10353" w:rsidRPr="005526CA">
                  <w:rPr>
                    <w:rFonts w:cs="Times New Roman"/>
                    <w:color w:val="000000"/>
                  </w:rPr>
                  <w:t xml:space="preserve">de PAMIERS </w:t>
                </w:r>
              </w:p>
            </w:tc>
            <w:tc>
              <w:tcPr>
                <w:tcW w:w="3045" w:type="dxa"/>
              </w:tcPr>
              <w:p w14:paraId="75C410D0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7DC5E00A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2B30E6BB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</w:tcPr>
              <w:p w14:paraId="0E105A98" w14:textId="7506A3B2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247037B6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00160754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6823DC8F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5526CA" w14:paraId="0026D5D9" w14:textId="77777777" w:rsidTr="00EA0E3A">
            <w:trPr>
              <w:trHeight w:val="573"/>
            </w:trPr>
            <w:tc>
              <w:tcPr>
                <w:tcW w:w="3045" w:type="dxa"/>
                <w:shd w:val="clear" w:color="auto" w:fill="auto"/>
              </w:tcPr>
              <w:p w14:paraId="6F8022E5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CHALET DE BONASCRE </w:t>
                </w:r>
              </w:p>
              <w:p w14:paraId="21C7A181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Lieu-dit plateau de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Bonascre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- CD820 </w:t>
                </w:r>
              </w:p>
              <w:p w14:paraId="028BA483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09110 AX LES THERMES </w:t>
                </w:r>
              </w:p>
            </w:tc>
            <w:tc>
              <w:tcPr>
                <w:tcW w:w="1758" w:type="dxa"/>
              </w:tcPr>
              <w:p w14:paraId="4232F67A" w14:textId="4050BD1E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>1er R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</w:t>
                </w:r>
              </w:p>
            </w:tc>
            <w:tc>
              <w:tcPr>
                <w:tcW w:w="3045" w:type="dxa"/>
              </w:tcPr>
              <w:p w14:paraId="38268BB4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39CA39A7" w14:textId="7211E671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Antenne de PAMIERS </w:t>
                </w:r>
              </w:p>
            </w:tc>
            <w:tc>
              <w:tcPr>
                <w:tcW w:w="3045" w:type="dxa"/>
              </w:tcPr>
              <w:p w14:paraId="1E129D87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4B32000F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58392C3E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</w:tcPr>
              <w:p w14:paraId="24633CD6" w14:textId="23760A2F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0E21B051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3D75CD59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6B539277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 xml:space="preserve">Prévenir le correspondant USID </w:t>
                </w:r>
              </w:p>
            </w:tc>
          </w:tr>
          <w:tr w:rsidR="00F10353" w:rsidRPr="005526CA" w14:paraId="6593EE2F" w14:textId="77777777" w:rsidTr="00EA0E3A">
            <w:trPr>
              <w:trHeight w:val="571"/>
            </w:trPr>
            <w:tc>
              <w:tcPr>
                <w:tcW w:w="3045" w:type="dxa"/>
                <w:shd w:val="clear" w:color="auto" w:fill="auto"/>
              </w:tcPr>
              <w:p w14:paraId="6CE6879F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Immeuble Maréchal Clauzel </w:t>
                </w:r>
              </w:p>
              <w:p w14:paraId="62EDDBE4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17 rue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Géneral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De Gaulle </w:t>
                </w:r>
              </w:p>
              <w:p w14:paraId="5A19AF17" w14:textId="77777777" w:rsidR="00F10353" w:rsidRPr="00943AA1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09000 FOIX </w:t>
                </w:r>
              </w:p>
            </w:tc>
            <w:tc>
              <w:tcPr>
                <w:tcW w:w="1758" w:type="dxa"/>
              </w:tcPr>
              <w:p w14:paraId="265EE976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DMD 09 </w:t>
                </w:r>
              </w:p>
            </w:tc>
            <w:tc>
              <w:tcPr>
                <w:tcW w:w="3045" w:type="dxa"/>
              </w:tcPr>
              <w:p w14:paraId="222F211F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05166028" w14:textId="3606A74F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Antenne de PAMIERS </w:t>
                </w:r>
              </w:p>
            </w:tc>
            <w:tc>
              <w:tcPr>
                <w:tcW w:w="3045" w:type="dxa"/>
              </w:tcPr>
              <w:p w14:paraId="4673935B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5AE8E612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33CF1C7A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</w:tcPr>
              <w:p w14:paraId="2B84494A" w14:textId="56F2E075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0CFC74FA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4C204D2C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0E3D6D39" w14:textId="77777777" w:rsidR="00F10353" w:rsidRPr="005526CA" w:rsidRDefault="00F10353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 xml:space="preserve">Prévenir le correspondant USID </w:t>
                </w:r>
              </w:p>
            </w:tc>
          </w:tr>
          <w:tr w:rsidR="00D156CC" w:rsidRPr="005526CA" w14:paraId="584E027B" w14:textId="77777777" w:rsidTr="007144AF">
            <w:trPr>
              <w:trHeight w:val="75"/>
            </w:trPr>
            <w:tc>
              <w:tcPr>
                <w:tcW w:w="3045" w:type="dxa"/>
                <w:shd w:val="clear" w:color="auto" w:fill="auto"/>
              </w:tcPr>
              <w:p w14:paraId="1D7D23F6" w14:textId="7E21FA3E" w:rsidR="00D156CC" w:rsidRPr="00943AA1" w:rsidRDefault="00D156CC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</w:p>
            </w:tc>
            <w:tc>
              <w:tcPr>
                <w:tcW w:w="1758" w:type="dxa"/>
              </w:tcPr>
              <w:p w14:paraId="64D95FE5" w14:textId="77777777" w:rsidR="00D156CC" w:rsidRPr="005526CA" w:rsidRDefault="00D156CC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</w:p>
            </w:tc>
            <w:tc>
              <w:tcPr>
                <w:tcW w:w="3045" w:type="dxa"/>
              </w:tcPr>
              <w:p w14:paraId="0240B1A2" w14:textId="77777777" w:rsidR="00D156CC" w:rsidRPr="005526CA" w:rsidRDefault="00D156CC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</w:p>
            </w:tc>
            <w:tc>
              <w:tcPr>
                <w:tcW w:w="3045" w:type="dxa"/>
              </w:tcPr>
              <w:p w14:paraId="06EB3460" w14:textId="77777777" w:rsidR="00D156CC" w:rsidRPr="005526CA" w:rsidRDefault="00D156CC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</w:p>
            </w:tc>
            <w:tc>
              <w:tcPr>
                <w:tcW w:w="3674" w:type="dxa"/>
              </w:tcPr>
              <w:p w14:paraId="0844F3EA" w14:textId="77777777" w:rsidR="00D156CC" w:rsidRPr="005526CA" w:rsidRDefault="00D156CC" w:rsidP="00EA0E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</w:p>
            </w:tc>
          </w:tr>
          <w:tr w:rsidR="007144AF" w:rsidRPr="005526CA" w14:paraId="3209F6F1" w14:textId="77777777" w:rsidTr="00CC33E6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D4CB1F6" w14:textId="77777777" w:rsidR="007144AF" w:rsidRPr="00943AA1" w:rsidRDefault="007144AF" w:rsidP="00CC33E6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Quartier Larrey </w:t>
                </w:r>
              </w:p>
              <w:p w14:paraId="1254094E" w14:textId="77777777" w:rsidR="007144AF" w:rsidRPr="00943AA1" w:rsidRDefault="007144AF" w:rsidP="00CC33E6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Rue Cronstadt </w:t>
                </w:r>
              </w:p>
              <w:p w14:paraId="3CF5AE22" w14:textId="77777777" w:rsidR="007144AF" w:rsidRPr="00943AA1" w:rsidRDefault="007144AF" w:rsidP="00CC33E6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65000 TARBES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261C0E" w14:textId="77777777" w:rsidR="007144AF" w:rsidRPr="005526CA" w:rsidRDefault="007144AF" w:rsidP="00CC33E6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1er RHP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0F066D" w14:textId="77777777" w:rsidR="007144AF" w:rsidRPr="005526CA" w:rsidRDefault="007144AF" w:rsidP="00CC33E6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4076460F" w14:textId="77777777" w:rsidR="007144AF" w:rsidRPr="005526CA" w:rsidRDefault="007144AF" w:rsidP="00CC33E6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>
                  <w:rPr>
                    <w:rFonts w:cs="Times New Roman"/>
                    <w:color w:val="000000"/>
                  </w:rPr>
                  <w:t xml:space="preserve">Antenne </w:t>
                </w:r>
                <w:r w:rsidRPr="005526CA">
                  <w:rPr>
                    <w:rFonts w:cs="Times New Roman"/>
                    <w:color w:val="000000"/>
                  </w:rPr>
                  <w:t xml:space="preserve">de TARBES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6A8BB6" w14:textId="77777777" w:rsidR="007144AF" w:rsidRPr="005526CA" w:rsidRDefault="007144AF" w:rsidP="00CC33E6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567E8BEC" w14:textId="77777777" w:rsidR="007144AF" w:rsidRPr="005526CA" w:rsidRDefault="007144AF" w:rsidP="00CC33E6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4FCACF86" w14:textId="77777777" w:rsidR="007144AF" w:rsidRPr="005526CA" w:rsidRDefault="007144AF" w:rsidP="00CC33E6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882C03" w14:textId="77777777" w:rsidR="007144AF" w:rsidRPr="005526CA" w:rsidRDefault="007144AF" w:rsidP="00CC33E6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2D0D2AE2" w14:textId="77777777" w:rsidR="007144AF" w:rsidRPr="005526CA" w:rsidRDefault="007144AF" w:rsidP="00CC33E6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6D32F7FD" w14:textId="77777777" w:rsidR="007144AF" w:rsidRPr="005526CA" w:rsidRDefault="007144AF" w:rsidP="00CC33E6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5760A796" w14:textId="77777777" w:rsidR="007144AF" w:rsidRPr="005526CA" w:rsidRDefault="007144AF" w:rsidP="00CC33E6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630ABA">
                  <w:rPr>
                    <w:rFonts w:cs="Times New Roman"/>
                    <w:b/>
                    <w:color w:val="000000"/>
                  </w:rPr>
                  <w:t xml:space="preserve">Prévenir le correspondant USID </w:t>
                </w:r>
              </w:p>
            </w:tc>
          </w:tr>
          <w:tr w:rsidR="007144AF" w:rsidRPr="005526CA" w14:paraId="6587A20D" w14:textId="77777777" w:rsidTr="00CC33E6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3534009" w14:textId="77777777" w:rsidR="007144AF" w:rsidRPr="00943AA1" w:rsidRDefault="007144AF" w:rsidP="00CC33E6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Quartier Soult </w:t>
                </w:r>
              </w:p>
              <w:p w14:paraId="6BCC73DB" w14:textId="77777777" w:rsidR="007144AF" w:rsidRPr="00943AA1" w:rsidRDefault="007144AF" w:rsidP="00CC33E6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Rue Carnot </w:t>
                </w:r>
              </w:p>
              <w:p w14:paraId="1D85898E" w14:textId="77777777" w:rsidR="007144AF" w:rsidRPr="00943AA1" w:rsidRDefault="007144AF" w:rsidP="00CC33E6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65000 TARBES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FABCC4" w14:textId="77777777" w:rsidR="007144AF" w:rsidRPr="005526CA" w:rsidRDefault="007144AF" w:rsidP="00CC33E6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35ème RAP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287D2C" w14:textId="77777777" w:rsidR="007144AF" w:rsidRPr="005526CA" w:rsidRDefault="007144AF" w:rsidP="00CC33E6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3856F63F" w14:textId="77777777" w:rsidR="007144AF" w:rsidRPr="005526CA" w:rsidRDefault="007144AF" w:rsidP="00CC33E6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>
                  <w:rPr>
                    <w:rFonts w:cs="Times New Roman"/>
                    <w:color w:val="000000"/>
                  </w:rPr>
                  <w:t xml:space="preserve">Antenne </w:t>
                </w:r>
                <w:r w:rsidRPr="005526CA">
                  <w:rPr>
                    <w:rFonts w:cs="Times New Roman"/>
                    <w:color w:val="000000"/>
                  </w:rPr>
                  <w:t xml:space="preserve">de TARBES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31B310" w14:textId="77777777" w:rsidR="007144AF" w:rsidRPr="005526CA" w:rsidRDefault="007144AF" w:rsidP="00CC33E6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jeudi : </w:t>
                </w:r>
              </w:p>
              <w:p w14:paraId="3CAF6765" w14:textId="77777777" w:rsidR="007144AF" w:rsidRPr="005526CA" w:rsidRDefault="007144AF" w:rsidP="00CC33E6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/ 13h00-17h00 </w:t>
                </w:r>
              </w:p>
              <w:p w14:paraId="301E6DD3" w14:textId="77777777" w:rsidR="007144AF" w:rsidRPr="005526CA" w:rsidRDefault="007144AF" w:rsidP="00CC33E6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Vendredi : 8h00-12h00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681338" w14:textId="77777777" w:rsidR="007144AF" w:rsidRPr="005526CA" w:rsidRDefault="007144AF" w:rsidP="00CC33E6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</w:t>
                </w:r>
                <w:r>
                  <w:rPr>
                    <w:rFonts w:cs="Times New Roman"/>
                    <w:color w:val="000000"/>
                  </w:rPr>
                  <w:t>CPR</w:t>
                </w:r>
                <w:r w:rsidRPr="005526CA">
                  <w:rPr>
                    <w:rFonts w:cs="Times New Roman"/>
                    <w:color w:val="000000"/>
                  </w:rPr>
                  <w:t xml:space="preserve"> validée. </w:t>
                </w:r>
              </w:p>
              <w:p w14:paraId="25B5FD79" w14:textId="77777777" w:rsidR="007144AF" w:rsidRPr="005526CA" w:rsidRDefault="007144AF" w:rsidP="00CC33E6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51C9D24A" w14:textId="77777777" w:rsidR="007144AF" w:rsidRPr="005526CA" w:rsidRDefault="007144AF" w:rsidP="00CC33E6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469537BA" w14:textId="77777777" w:rsidR="007144AF" w:rsidRPr="005526CA" w:rsidRDefault="007144AF" w:rsidP="00CC33E6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630ABA">
                  <w:rPr>
                    <w:rFonts w:cs="Times New Roman"/>
                    <w:b/>
                    <w:color w:val="000000"/>
                  </w:rPr>
                  <w:t xml:space="preserve">Prévenir le correspondant USID </w:t>
                </w:r>
              </w:p>
            </w:tc>
          </w:tr>
        </w:tbl>
        <w:p w14:paraId="5FBB151F" w14:textId="77777777" w:rsidR="00F10353" w:rsidRDefault="00F10353" w:rsidP="005667AF"/>
        <w:p w14:paraId="6500C3DE" w14:textId="156E0CA8" w:rsidR="005667AF" w:rsidRDefault="007144AF" w:rsidP="005667AF"/>
        <w:bookmarkStart w:id="0" w:name="_GoBack" w:displacedByCustomXml="next"/>
        <w:bookmarkEnd w:id="0" w:displacedByCustomXml="next"/>
      </w:sdtContent>
    </w:sdt>
    <w:p w14:paraId="09AB5C0F" w14:textId="3E05C4A1" w:rsidR="00410AFD" w:rsidRPr="00F10353" w:rsidRDefault="005667AF" w:rsidP="00F10353">
      <w:pPr>
        <w:ind w:left="-426"/>
        <w:rPr>
          <w:rFonts w:ascii="Times New Roman" w:hAnsi="Times New Roman"/>
          <w:sz w:val="24"/>
          <w:szCs w:val="24"/>
        </w:rPr>
      </w:pPr>
      <w:r w:rsidRPr="005667AF">
        <w:rPr>
          <w:rFonts w:ascii="Times New Roman" w:hAnsi="Times New Roman"/>
          <w:sz w:val="24"/>
          <w:szCs w:val="24"/>
        </w:rPr>
        <w:t xml:space="preserve"> </w:t>
      </w:r>
      <w:r w:rsidRPr="006A5C46">
        <w:rPr>
          <w:rFonts w:ascii="Times New Roman" w:hAnsi="Times New Roman"/>
          <w:sz w:val="24"/>
          <w:szCs w:val="24"/>
        </w:rPr>
        <w:t>Les coordonnées des intervenants SID et celles des interlocuteurs sur chacun des sites (préventions, médecine du travail, etc</w:t>
      </w:r>
      <w:r>
        <w:rPr>
          <w:rFonts w:ascii="Times New Roman" w:hAnsi="Times New Roman"/>
          <w:sz w:val="24"/>
          <w:szCs w:val="24"/>
        </w:rPr>
        <w:t>…</w:t>
      </w:r>
      <w:r w:rsidRPr="006A5C46">
        <w:rPr>
          <w:rFonts w:ascii="Times New Roman" w:hAnsi="Times New Roman"/>
          <w:sz w:val="24"/>
          <w:szCs w:val="24"/>
        </w:rPr>
        <w:t>) ainsi que les spécificités propres à chacun des sites seront communiqué</w:t>
      </w:r>
      <w:r>
        <w:rPr>
          <w:rFonts w:ascii="Times New Roman" w:hAnsi="Times New Roman"/>
          <w:sz w:val="24"/>
          <w:szCs w:val="24"/>
        </w:rPr>
        <w:t>e</w:t>
      </w:r>
      <w:r w:rsidRPr="006A5C46">
        <w:rPr>
          <w:rFonts w:ascii="Times New Roman" w:hAnsi="Times New Roman"/>
          <w:sz w:val="24"/>
          <w:szCs w:val="24"/>
        </w:rPr>
        <w:t>s lors de</w:t>
      </w:r>
      <w:r>
        <w:rPr>
          <w:rFonts w:ascii="Times New Roman" w:hAnsi="Times New Roman"/>
          <w:sz w:val="24"/>
          <w:szCs w:val="24"/>
        </w:rPr>
        <w:t xml:space="preserve"> la réunion</w:t>
      </w:r>
      <w:r w:rsidRPr="006A5C46">
        <w:rPr>
          <w:rFonts w:ascii="Times New Roman" w:hAnsi="Times New Roman"/>
          <w:sz w:val="24"/>
          <w:szCs w:val="24"/>
        </w:rPr>
        <w:t xml:space="preserve"> de lancement.</w:t>
      </w:r>
    </w:p>
    <w:sectPr w:rsidR="00410AFD" w:rsidRPr="00F10353" w:rsidSect="007144AF">
      <w:pgSz w:w="16838" w:h="11906" w:orient="landscape"/>
      <w:pgMar w:top="993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0584DB" w14:textId="77777777" w:rsidR="00A238CC" w:rsidRDefault="00A238CC" w:rsidP="00EA6B59">
      <w:pPr>
        <w:spacing w:after="0" w:line="240" w:lineRule="auto"/>
      </w:pPr>
      <w:r>
        <w:separator/>
      </w:r>
    </w:p>
  </w:endnote>
  <w:endnote w:type="continuationSeparator" w:id="0">
    <w:p w14:paraId="00198CFA" w14:textId="77777777" w:rsidR="00A238CC" w:rsidRDefault="00A238CC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13B7A674" w14:textId="41B81F40"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44AF">
          <w:rPr>
            <w:noProof/>
          </w:rPr>
          <w:t>3</w:t>
        </w:r>
        <w:r>
          <w:fldChar w:fldCharType="end"/>
        </w:r>
      </w:p>
    </w:sdtContent>
  </w:sdt>
  <w:p w14:paraId="07796186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BA65B" w14:textId="1676A4B7" w:rsidR="00A15B1B" w:rsidRDefault="00A15B1B">
    <w:pPr>
      <w:pStyle w:val="Pieddepage"/>
    </w:pPr>
    <w:r>
      <w:t xml:space="preserve">ESID </w:t>
    </w:r>
    <w:r w:rsidR="007718BD">
      <w:t xml:space="preserve">25 </w:t>
    </w:r>
    <w:r w:rsidR="00196422">
      <w:t>130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A2A9C7" w14:textId="77777777" w:rsidR="00A238CC" w:rsidRDefault="00A238CC" w:rsidP="00EA6B59">
      <w:pPr>
        <w:spacing w:after="0" w:line="240" w:lineRule="auto"/>
      </w:pPr>
      <w:r>
        <w:separator/>
      </w:r>
    </w:p>
  </w:footnote>
  <w:footnote w:type="continuationSeparator" w:id="0">
    <w:p w14:paraId="08209359" w14:textId="77777777" w:rsidR="00A238CC" w:rsidRDefault="00A238CC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DD4FE" w14:textId="05EFFF34" w:rsidR="00A15B1B" w:rsidRDefault="00A15B1B">
    <w:pPr>
      <w:pStyle w:val="En-tte"/>
    </w:pPr>
    <w:r>
      <w:tab/>
    </w:r>
    <w:r>
      <w:tab/>
    </w:r>
    <w:r>
      <w:tab/>
      <w:t>DAF_</w:t>
    </w:r>
    <w:r w:rsidR="001D4019">
      <w:t>2025_000476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4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4468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22955"/>
    <w:rsid w:val="00131804"/>
    <w:rsid w:val="00135BF5"/>
    <w:rsid w:val="00150EBF"/>
    <w:rsid w:val="00155227"/>
    <w:rsid w:val="0015741B"/>
    <w:rsid w:val="00196422"/>
    <w:rsid w:val="001B4AD4"/>
    <w:rsid w:val="001B6330"/>
    <w:rsid w:val="001C3DE6"/>
    <w:rsid w:val="001D4019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F1DF0"/>
    <w:rsid w:val="00302298"/>
    <w:rsid w:val="00313E59"/>
    <w:rsid w:val="003200C4"/>
    <w:rsid w:val="00331F9E"/>
    <w:rsid w:val="00341EEF"/>
    <w:rsid w:val="003429B5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7210C"/>
    <w:rsid w:val="004762CE"/>
    <w:rsid w:val="00486D1C"/>
    <w:rsid w:val="00491366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04788"/>
    <w:rsid w:val="00513CAC"/>
    <w:rsid w:val="00532B4C"/>
    <w:rsid w:val="00561DF6"/>
    <w:rsid w:val="00563588"/>
    <w:rsid w:val="005667AF"/>
    <w:rsid w:val="00567A1A"/>
    <w:rsid w:val="00580A3D"/>
    <w:rsid w:val="005866EA"/>
    <w:rsid w:val="00592674"/>
    <w:rsid w:val="00592D64"/>
    <w:rsid w:val="005B10E0"/>
    <w:rsid w:val="005B20AE"/>
    <w:rsid w:val="005B73E5"/>
    <w:rsid w:val="005C584E"/>
    <w:rsid w:val="005D5D11"/>
    <w:rsid w:val="005E7372"/>
    <w:rsid w:val="005F1279"/>
    <w:rsid w:val="005F445C"/>
    <w:rsid w:val="005F51D7"/>
    <w:rsid w:val="005F6470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44AF"/>
    <w:rsid w:val="007159CA"/>
    <w:rsid w:val="00715E62"/>
    <w:rsid w:val="00727941"/>
    <w:rsid w:val="00735C46"/>
    <w:rsid w:val="00744A8B"/>
    <w:rsid w:val="007657C1"/>
    <w:rsid w:val="00765A60"/>
    <w:rsid w:val="007718BD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4786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15B1B"/>
    <w:rsid w:val="00A21545"/>
    <w:rsid w:val="00A234D4"/>
    <w:rsid w:val="00A238CC"/>
    <w:rsid w:val="00A36B33"/>
    <w:rsid w:val="00A413FD"/>
    <w:rsid w:val="00A5473E"/>
    <w:rsid w:val="00A62094"/>
    <w:rsid w:val="00A774EA"/>
    <w:rsid w:val="00A97745"/>
    <w:rsid w:val="00AB2CEA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41E"/>
    <w:rsid w:val="00BC69E5"/>
    <w:rsid w:val="00BE4040"/>
    <w:rsid w:val="00C10ED3"/>
    <w:rsid w:val="00C15FC3"/>
    <w:rsid w:val="00C20F9C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156CC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10353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783BE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788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2f2f77a-bc19-4145-99a9-a502f90bb138">
      <UserInfo>
        <DisplayName>NURY Thierry OPA COMP</DisplayName>
        <AccountId>310</AccountId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4597F58-010F-4E61-B8BC-CBEE65DD7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6F6A03-C24B-4E08-ABA3-905D46D7D9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6B9C4C-02A4-4E6E-BE74-3EF5D7190C12}">
  <ds:schemaRefs>
    <ds:schemaRef ds:uri="http://purl.org/dc/terms/"/>
    <ds:schemaRef ds:uri="http://schemas.openxmlformats.org/package/2006/metadata/core-properties"/>
    <ds:schemaRef ds:uri="12f2f77a-bc19-4145-99a9-a502f90bb138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6DD48246-AC14-4F71-83CE-5E50E3BCB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3</TotalTime>
  <Pages>5</Pages>
  <Words>1238</Words>
  <Characters>6809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HUTELLIER Fabien INGE CIVI DEFE</cp:lastModifiedBy>
  <cp:revision>3</cp:revision>
  <dcterms:created xsi:type="dcterms:W3CDTF">2025-07-30T13:07:00Z</dcterms:created>
  <dcterms:modified xsi:type="dcterms:W3CDTF">2025-07-30T13:10:00Z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